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63D" w:rsidRDefault="000D51E7" w:rsidP="006F44C3">
      <w:pPr>
        <w:pStyle w:val="Heading1"/>
      </w:pPr>
      <w:bookmarkStart w:id="0" w:name="_GoBack"/>
      <w:bookmarkEnd w:id="0"/>
      <w:r>
        <w:t>How to Get More Email Subscribers with Social Media</w:t>
      </w:r>
    </w:p>
    <w:p w:rsidR="000F7634" w:rsidRDefault="000F7634" w:rsidP="000F7634"/>
    <w:p w:rsidR="000F7634" w:rsidRDefault="000D51E7" w:rsidP="000F7634">
      <w:r>
        <w:t>It can be a daunting task to grow your list of email subscribers; however, if your business is active on social media, you have a tremendous tool at your disposal. Social media can get you in front of a</w:t>
      </w:r>
      <w:r>
        <w:t xml:space="preserve"> broader audience, which will allow you to gain more subscribers. Here are several easy ways to get more email subscribers with social media.</w:t>
      </w:r>
    </w:p>
    <w:p w:rsidR="00FD1141" w:rsidRDefault="00FD1141" w:rsidP="000F7634"/>
    <w:p w:rsidR="00FD1141" w:rsidRDefault="000D51E7" w:rsidP="000F7634">
      <w:pPr>
        <w:rPr>
          <w:b/>
        </w:rPr>
      </w:pPr>
      <w:r>
        <w:rPr>
          <w:b/>
        </w:rPr>
        <w:t>Use a Simple Sign-Up Form</w:t>
      </w:r>
    </w:p>
    <w:p w:rsidR="00FD1141" w:rsidRDefault="000D51E7" w:rsidP="000F7634">
      <w:r>
        <w:t xml:space="preserve">No matter what size business you have, you need to make signing up for your email list </w:t>
      </w:r>
      <w:r>
        <w:t xml:space="preserve">easy. </w:t>
      </w:r>
      <w:r w:rsidR="00543BB0">
        <w:t xml:space="preserve">If you are using Facebook, dedicate a tab at the top right-hand side of your page for an email form. </w:t>
      </w:r>
      <w:r w:rsidR="00163D1F">
        <w:t xml:space="preserve">This way people just have to click on the icon to visit your sign-up form. There are several different options to add and set up an email sign-up form to your Facebook business profile. </w:t>
      </w:r>
    </w:p>
    <w:p w:rsidR="00163D1F" w:rsidRDefault="00163D1F" w:rsidP="000F7634"/>
    <w:p w:rsidR="00163D1F" w:rsidRDefault="000D51E7" w:rsidP="000F7634">
      <w:pPr>
        <w:rPr>
          <w:b/>
        </w:rPr>
      </w:pPr>
      <w:r>
        <w:rPr>
          <w:b/>
        </w:rPr>
        <w:t>Preview Premium Content on Your Social Profiles</w:t>
      </w:r>
    </w:p>
    <w:p w:rsidR="00C732F9" w:rsidRDefault="000D51E7" w:rsidP="000F7634">
      <w:r>
        <w:t>If your business creates premium content, you can offer potential subscribers that content for free when they sign up for your email address. If you have white papers, e</w:t>
      </w:r>
      <w:r>
        <w:t xml:space="preserve">Books, infographics or other premium content to give away, set up a landing page for each one to generate new subscribers from that content. Post, tweet and share excerpts from the content to drive interest and traffic. </w:t>
      </w:r>
    </w:p>
    <w:p w:rsidR="00FD70F1" w:rsidRDefault="00FD70F1" w:rsidP="000F7634"/>
    <w:p w:rsidR="00FD70F1" w:rsidRDefault="000D51E7" w:rsidP="000F7634">
      <w:pPr>
        <w:rPr>
          <w:b/>
        </w:rPr>
      </w:pPr>
      <w:r>
        <w:rPr>
          <w:b/>
        </w:rPr>
        <w:t>Share an Incentive for Sign Ups</w:t>
      </w:r>
    </w:p>
    <w:p w:rsidR="00FD70F1" w:rsidRDefault="000D51E7" w:rsidP="000F7634">
      <w:r>
        <w:t>In</w:t>
      </w:r>
      <w:r>
        <w:t xml:space="preserve">centives can help when it comes to increasing the number of new subscribers to your email list. Many times users just need a little push to take action and subscriber. </w:t>
      </w:r>
      <w:r w:rsidR="00DE6DE5">
        <w:t xml:space="preserve">Advertising the incentive on social media will draw even further attention for your offer and get more people to sign up. Make sure that you include a picture and a strong call-to-action when you post about these incentives. </w:t>
      </w:r>
    </w:p>
    <w:p w:rsidR="00DE6DE5" w:rsidRDefault="00DE6DE5" w:rsidP="000F7634"/>
    <w:p w:rsidR="00DE6DE5" w:rsidRDefault="000D51E7" w:rsidP="000F7634">
      <w:pPr>
        <w:rPr>
          <w:b/>
        </w:rPr>
      </w:pPr>
      <w:r>
        <w:rPr>
          <w:b/>
        </w:rPr>
        <w:t>Host Webinars to Gain Subscribers</w:t>
      </w:r>
    </w:p>
    <w:p w:rsidR="009577FB" w:rsidRDefault="000D51E7" w:rsidP="000F7634">
      <w:r>
        <w:t>An easy way to share the human side of your company is by hosting a webinar about y</w:t>
      </w:r>
      <w:r>
        <w:t>our business. You can present your business by having someone from your company to discuss a relevant topic with your target audience. One of the main goals of hosting a webinar is to capture leads in the form of new subscribers. You can use your social me</w:t>
      </w:r>
      <w:r>
        <w:t>dia platforms to advertise and share the link to your webinar.</w:t>
      </w:r>
    </w:p>
    <w:p w:rsidR="002F6A6F" w:rsidRDefault="002F6A6F" w:rsidP="000F7634"/>
    <w:p w:rsidR="002F6A6F" w:rsidRDefault="000D51E7" w:rsidP="000F7634">
      <w:pPr>
        <w:rPr>
          <w:b/>
        </w:rPr>
      </w:pPr>
      <w:r>
        <w:rPr>
          <w:b/>
        </w:rPr>
        <w:t>Hold a Giveaway, Contest, or Sweepstakes</w:t>
      </w:r>
    </w:p>
    <w:p w:rsidR="002F6A6F" w:rsidRDefault="000D51E7" w:rsidP="000F7634">
      <w:r>
        <w:t xml:space="preserve">One of the most effective ways to increase your email list is by using your social media platforms to host sweepstakes, contests, and giveaways. While </w:t>
      </w:r>
      <w:r>
        <w:t>many marketers hold games to grow their following on the various social media platforms, the primary goal should always be to build your subscriber list.</w:t>
      </w:r>
    </w:p>
    <w:p w:rsidR="002F6A6F" w:rsidRDefault="002F6A6F" w:rsidP="000F7634"/>
    <w:p w:rsidR="002F6A6F" w:rsidRPr="002F6A6F" w:rsidRDefault="000D51E7" w:rsidP="000F7634">
      <w:r>
        <w:t>Continuing to grow your subscriber list is a vital part of the success of your business. These tips w</w:t>
      </w:r>
      <w:r>
        <w:t xml:space="preserve">ill help you reach people who already follow you on social media to increase new subscribers. </w:t>
      </w:r>
    </w:p>
    <w:p w:rsidR="00FD2AC9" w:rsidRDefault="00FD2AC9"/>
    <w:sectPr w:rsidR="00FD2AC9" w:rsidSect="00660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AC9"/>
    <w:rsid w:val="000D51E7"/>
    <w:rsid w:val="000F7634"/>
    <w:rsid w:val="00163D1F"/>
    <w:rsid w:val="002F6A6F"/>
    <w:rsid w:val="00543BB0"/>
    <w:rsid w:val="0064063D"/>
    <w:rsid w:val="00660AAD"/>
    <w:rsid w:val="006E4D39"/>
    <w:rsid w:val="006F0F7D"/>
    <w:rsid w:val="006F44C3"/>
    <w:rsid w:val="009577FB"/>
    <w:rsid w:val="00B2147E"/>
    <w:rsid w:val="00C732F9"/>
    <w:rsid w:val="00DB4460"/>
    <w:rsid w:val="00DE6DE5"/>
    <w:rsid w:val="00ED7616"/>
    <w:rsid w:val="00FD1141"/>
    <w:rsid w:val="00FD2AC9"/>
    <w:rsid w:val="00FD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68A48F81-12D7-4148-B1B9-FD9133CF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616"/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7616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7616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7616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7616"/>
    <w:rPr>
      <w:rFonts w:ascii="Arial" w:eastAsiaTheme="majorEastAsia" w:hAnsi="Arial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ianeemer/Library/Group%20Containers/UBF8T346G9.Office/User%20Content.localized/Templates.localized/Unstoppable%20Profi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Unstoppable Profits.dotx</Template>
  <TotalTime>0</TotalTime>
  <Pages>2</Pages>
  <Words>463</Words>
  <Characters>2180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</cp:revision>
  <dcterms:created xsi:type="dcterms:W3CDTF">2019-03-18T18:57:00Z</dcterms:created>
  <dcterms:modified xsi:type="dcterms:W3CDTF">2019-03-18T18:57:00Z</dcterms:modified>
  <cp:category/>
</cp:coreProperties>
</file>